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4592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B12C34" w:rsidRDefault="00B12C3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12C34">
        <w:rPr>
          <w:rFonts w:ascii="Corbel" w:hAnsi="Corbel"/>
          <w:b/>
          <w:sz w:val="20"/>
          <w:szCs w:val="20"/>
        </w:rPr>
        <w:t xml:space="preserve">Rok akademicki  </w:t>
      </w:r>
      <w:r w:rsidR="00DA4EBE" w:rsidRPr="00B12C34">
        <w:rPr>
          <w:rFonts w:ascii="Corbel" w:hAnsi="Corbel"/>
          <w:b/>
          <w:sz w:val="20"/>
          <w:szCs w:val="20"/>
        </w:rPr>
        <w:t>20</w:t>
      </w:r>
      <w:r w:rsidR="00A52C59" w:rsidRPr="00B12C34">
        <w:rPr>
          <w:rFonts w:ascii="Corbel" w:hAnsi="Corbel"/>
          <w:b/>
          <w:sz w:val="20"/>
          <w:szCs w:val="20"/>
        </w:rPr>
        <w:t>2</w:t>
      </w:r>
      <w:r w:rsidR="00D24592">
        <w:rPr>
          <w:rFonts w:ascii="Corbel" w:hAnsi="Corbel"/>
          <w:b/>
          <w:sz w:val="20"/>
          <w:szCs w:val="20"/>
        </w:rPr>
        <w:t>4</w:t>
      </w:r>
      <w:r w:rsidR="00DA4EBE" w:rsidRPr="00B12C34">
        <w:rPr>
          <w:rFonts w:ascii="Corbel" w:hAnsi="Corbel"/>
          <w:b/>
          <w:sz w:val="20"/>
          <w:szCs w:val="20"/>
        </w:rPr>
        <w:t>/202</w:t>
      </w:r>
      <w:r w:rsidR="00D24592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E175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2C34" w:rsidRDefault="000835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2C34">
              <w:rPr>
                <w:rFonts w:ascii="Corbel" w:hAnsi="Corbel"/>
                <w:sz w:val="24"/>
                <w:szCs w:val="24"/>
              </w:rPr>
              <w:t>Etyka</w:t>
            </w:r>
          </w:p>
        </w:tc>
      </w:tr>
      <w:tr w:rsidR="0085747A" w:rsidRPr="009C54AE" w:rsidTr="00DE175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E175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646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6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175C" w:rsidRPr="009C54AE" w:rsidRDefault="00825800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E175C" w:rsidRPr="00B12C34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2C34">
              <w:rPr>
                <w:rFonts w:ascii="Corbel" w:hAnsi="Corbel"/>
                <w:sz w:val="24"/>
                <w:szCs w:val="24"/>
              </w:rPr>
              <w:t>Rok III, semestr 6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175C" w:rsidRPr="009C54AE" w:rsidRDefault="004C19F2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57E9B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Garbarz</w:t>
            </w:r>
          </w:p>
        </w:tc>
      </w:tr>
      <w:tr w:rsidR="00DE175C" w:rsidRPr="009C54AE" w:rsidTr="00DE175C">
        <w:tc>
          <w:tcPr>
            <w:tcW w:w="2694" w:type="dxa"/>
            <w:vAlign w:val="center"/>
          </w:tcPr>
          <w:p w:rsidR="00DE175C" w:rsidRPr="009C54AE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E175C" w:rsidRPr="009C54AE" w:rsidRDefault="00DE175C" w:rsidP="00DE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B12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2C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B12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E175C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E175C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E175C" w:rsidP="00B12C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E175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E3512" w:rsidP="000267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63DA3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411928" w:rsidP="0041192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Zapoznanie z historią etyki, w tym z systemami myślenia etycznego i ich konsekwencjami. Wybrane zagadnienia z zakresu etyki szczegółowej.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E175C" w:rsidRPr="009C54AE" w:rsidRDefault="00DE175C" w:rsidP="00DE17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63DA3" w:rsidRPr="009C54AE" w:rsidTr="005346A0">
        <w:tc>
          <w:tcPr>
            <w:tcW w:w="1680" w:type="dxa"/>
            <w:vAlign w:val="center"/>
          </w:tcPr>
          <w:p w:rsidR="00963DA3" w:rsidRPr="009C54AE" w:rsidRDefault="00963DA3" w:rsidP="005346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963DA3" w:rsidRPr="009C54AE" w:rsidRDefault="00963DA3" w:rsidP="005346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63DA3" w:rsidRPr="009C54AE" w:rsidRDefault="00963DA3" w:rsidP="005346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3DA3" w:rsidRPr="009C54AE" w:rsidTr="005346A0">
        <w:tc>
          <w:tcPr>
            <w:tcW w:w="1680" w:type="dxa"/>
            <w:vAlign w:val="center"/>
          </w:tcPr>
          <w:p w:rsidR="00963DA3" w:rsidRPr="00963DA3" w:rsidRDefault="00963DA3" w:rsidP="006E35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EK_o1</w:t>
            </w:r>
          </w:p>
        </w:tc>
        <w:tc>
          <w:tcPr>
            <w:tcW w:w="5975" w:type="dxa"/>
            <w:vAlign w:val="center"/>
          </w:tcPr>
          <w:p w:rsidR="00963DA3" w:rsidRPr="009C54AE" w:rsidRDefault="00963DA3" w:rsidP="00963D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pojęcia stosowane w etyce: wartość moralna, norma etyczna, dobro ontyczne a dobro moralne itp.</w:t>
            </w:r>
          </w:p>
        </w:tc>
        <w:tc>
          <w:tcPr>
            <w:tcW w:w="1865" w:type="dxa"/>
            <w:vAlign w:val="center"/>
          </w:tcPr>
          <w:p w:rsidR="00963DA3" w:rsidRPr="009C54AE" w:rsidRDefault="00963DA3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63DA3" w:rsidRPr="009C54AE" w:rsidTr="009901DD">
        <w:tc>
          <w:tcPr>
            <w:tcW w:w="1680" w:type="dxa"/>
            <w:vAlign w:val="center"/>
          </w:tcPr>
          <w:p w:rsidR="00963DA3" w:rsidRDefault="00963DA3" w:rsidP="006E35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vAlign w:val="center"/>
          </w:tcPr>
          <w:p w:rsidR="00963DA3" w:rsidRDefault="00963DA3" w:rsidP="00990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zasady postępowania moralnego w społeczeństwie i w rodzinie.</w:t>
            </w:r>
          </w:p>
        </w:tc>
        <w:tc>
          <w:tcPr>
            <w:tcW w:w="1865" w:type="dxa"/>
            <w:vAlign w:val="center"/>
          </w:tcPr>
          <w:p w:rsidR="00963DA3" w:rsidRDefault="00963DA3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63DA3" w:rsidRPr="009C54AE" w:rsidTr="005346A0">
        <w:tc>
          <w:tcPr>
            <w:tcW w:w="1680" w:type="dxa"/>
          </w:tcPr>
          <w:p w:rsidR="00963DA3" w:rsidRPr="009C54AE" w:rsidRDefault="00963DA3" w:rsidP="006E3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="00963DA3" w:rsidRPr="003A5D25" w:rsidRDefault="00D10088" w:rsidP="005346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posłuży się literaturą </w:t>
            </w:r>
            <w:r w:rsidR="006E3512">
              <w:rPr>
                <w:rFonts w:ascii="Corbel" w:hAnsi="Corbel"/>
                <w:b w:val="0"/>
                <w:smallCaps w:val="0"/>
                <w:szCs w:val="24"/>
              </w:rPr>
              <w:t>z różnych dyscyplin naukowych dla rozwiązywania problemów rodziny i działań ją wspierających</w:t>
            </w:r>
          </w:p>
        </w:tc>
        <w:tc>
          <w:tcPr>
            <w:tcW w:w="1865" w:type="dxa"/>
          </w:tcPr>
          <w:p w:rsidR="00963DA3" w:rsidRPr="009C54AE" w:rsidRDefault="000267E5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C2010" w:rsidRPr="009C54AE" w:rsidTr="005346A0">
        <w:tc>
          <w:tcPr>
            <w:tcW w:w="1680" w:type="dxa"/>
          </w:tcPr>
          <w:p w:rsidR="006C2010" w:rsidRDefault="000267E5" w:rsidP="006E3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6C2010" w:rsidRPr="006E3512" w:rsidRDefault="006C2010" w:rsidP="00963DA3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Student krytycznie oceni czyny i postawy ludzkie oraz uzasadni ocenę etyczną, w tym także taki</w:t>
            </w:r>
            <w:r w:rsidR="000267E5"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ch</w:t>
            </w: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, które odnoszą się do życia w rodzinie</w:t>
            </w:r>
          </w:p>
        </w:tc>
        <w:tc>
          <w:tcPr>
            <w:tcW w:w="1865" w:type="dxa"/>
          </w:tcPr>
          <w:p w:rsidR="006C2010" w:rsidRDefault="000267E5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63DA3" w:rsidRPr="009C54AE" w:rsidTr="005346A0">
        <w:tc>
          <w:tcPr>
            <w:tcW w:w="1680" w:type="dxa"/>
          </w:tcPr>
          <w:p w:rsidR="00963DA3" w:rsidRPr="009C54AE" w:rsidRDefault="00963DA3" w:rsidP="006E3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67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963DA3" w:rsidRPr="006E3512" w:rsidRDefault="006C2010" w:rsidP="00963D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Student posłuży się normami  życia społecznego</w:t>
            </w:r>
            <w:r w:rsidR="007425E7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, w tym w odniesieniu do rozwiązywania problemów rodziny</w:t>
            </w:r>
          </w:p>
        </w:tc>
        <w:tc>
          <w:tcPr>
            <w:tcW w:w="1865" w:type="dxa"/>
          </w:tcPr>
          <w:p w:rsidR="00963DA3" w:rsidRPr="009C54AE" w:rsidRDefault="00963DA3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2010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963DA3" w:rsidRPr="009C54AE" w:rsidTr="005346A0">
        <w:tc>
          <w:tcPr>
            <w:tcW w:w="1680" w:type="dxa"/>
          </w:tcPr>
          <w:p w:rsidR="00963DA3" w:rsidRDefault="00963DA3" w:rsidP="006E3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67E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963DA3" w:rsidRPr="006E3512" w:rsidRDefault="006C2010" w:rsidP="005346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E3512">
              <w:rPr>
                <w:rFonts w:ascii="Corbel" w:hAnsi="Corbel"/>
                <w:b w:val="0"/>
                <w:bCs/>
                <w:smallCaps w:val="0"/>
                <w:szCs w:val="24"/>
              </w:rPr>
              <w:t>Student dokona krytycznej oceny posiadanej wiedzy i sformułuje wnioski</w:t>
            </w:r>
          </w:p>
        </w:tc>
        <w:tc>
          <w:tcPr>
            <w:tcW w:w="1865" w:type="dxa"/>
          </w:tcPr>
          <w:p w:rsidR="00963DA3" w:rsidRPr="009C54AE" w:rsidRDefault="006C2010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6C2010" w:rsidRPr="009C54AE" w:rsidTr="005346A0">
        <w:tc>
          <w:tcPr>
            <w:tcW w:w="1680" w:type="dxa"/>
          </w:tcPr>
          <w:p w:rsidR="006C2010" w:rsidRDefault="000267E5" w:rsidP="006E3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:rsidR="006C2010" w:rsidRPr="006E3512" w:rsidRDefault="006C2010" w:rsidP="006C2010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</w:pP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Student refleksyjnie określ</w:t>
            </w:r>
            <w:r w:rsidR="007425E7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>i</w:t>
            </w:r>
            <w:r w:rsidRPr="006E3512">
              <w:rPr>
                <w:rFonts w:ascii="Corbel" w:hAnsi="Corbel" w:cs="Calibri"/>
                <w:b w:val="0"/>
                <w:smallCaps w:val="0"/>
                <w:szCs w:val="24"/>
                <w:lang w:eastAsia="ar-SA"/>
              </w:rPr>
              <w:t xml:space="preserve"> i oceni  dylematy moralne  związane z funkcjonowaniem społecznym (również w rodzinie) i zawodowym.</w:t>
            </w:r>
          </w:p>
        </w:tc>
        <w:tc>
          <w:tcPr>
            <w:tcW w:w="1865" w:type="dxa"/>
          </w:tcPr>
          <w:p w:rsidR="006C2010" w:rsidRDefault="006C2010" w:rsidP="006E3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Wyjaśnienie pojęć – etyka jako część filozofii, Podział etyki, metody. Etyka a inne nauki.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Wielkie  tradycje etyczne - religijne i „świeckie”.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Czyn ludzki.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Prawo naturalne a prawo stanowione.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Sumienie,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Zastosowanie  etyki.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Wybrane zagadnienia szczegółowe – sytuacja rodziny,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Równość, dyskryminacja,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Etyka biznesu,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Nędza na świecie: głód, bezrobocie,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Polityka a sprawa brudnych rąk (korupcja),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lastRenderedPageBreak/>
              <w:t>Przemoc,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Nadużycia seksualne,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Zbrodnia i kara,</w:t>
            </w:r>
          </w:p>
        </w:tc>
      </w:tr>
      <w:tr w:rsidR="00DB75FA" w:rsidRPr="009C54AE" w:rsidTr="00923D7D">
        <w:tc>
          <w:tcPr>
            <w:tcW w:w="9639" w:type="dxa"/>
          </w:tcPr>
          <w:p w:rsidR="00DB75FA" w:rsidRPr="006E35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3512">
              <w:rPr>
                <w:rFonts w:ascii="Corbel" w:hAnsi="Corbel"/>
                <w:sz w:val="24"/>
                <w:szCs w:val="24"/>
              </w:rPr>
              <w:t>Wojna i pokój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:rsidTr="000D159A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D159A">
        <w:tc>
          <w:tcPr>
            <w:tcW w:w="9639" w:type="dxa"/>
          </w:tcPr>
          <w:p w:rsidR="0085747A" w:rsidRPr="009C54AE" w:rsidRDefault="00B12C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0267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1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12C3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4260A" w:rsidRDefault="000D159A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  <w:r w:rsidR="000267E5" w:rsidRPr="0034260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5747A" w:rsidRPr="0034260A" w:rsidRDefault="000D159A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4260A" w:rsidRDefault="000D159A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85747A" w:rsidRPr="0034260A" w:rsidRDefault="000D159A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267E5" w:rsidRPr="009C54AE" w:rsidTr="00C05F44">
        <w:tc>
          <w:tcPr>
            <w:tcW w:w="1985" w:type="dxa"/>
          </w:tcPr>
          <w:p w:rsidR="000267E5" w:rsidRPr="009C54AE" w:rsidRDefault="00026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267E5" w:rsidRPr="009C54AE" w:rsidTr="00C05F44">
        <w:tc>
          <w:tcPr>
            <w:tcW w:w="1985" w:type="dxa"/>
          </w:tcPr>
          <w:p w:rsidR="000267E5" w:rsidRPr="009C54AE" w:rsidRDefault="00026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267E5" w:rsidRPr="009C54AE" w:rsidTr="00C05F44">
        <w:tc>
          <w:tcPr>
            <w:tcW w:w="1985" w:type="dxa"/>
          </w:tcPr>
          <w:p w:rsidR="000267E5" w:rsidRPr="009C54AE" w:rsidRDefault="00026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267E5" w:rsidRPr="009C54AE" w:rsidTr="00C05F44">
        <w:tc>
          <w:tcPr>
            <w:tcW w:w="1985" w:type="dxa"/>
          </w:tcPr>
          <w:p w:rsidR="000267E5" w:rsidRDefault="00026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267E5" w:rsidRPr="009C54AE" w:rsidTr="00C05F44">
        <w:tc>
          <w:tcPr>
            <w:tcW w:w="1985" w:type="dxa"/>
          </w:tcPr>
          <w:p w:rsidR="000267E5" w:rsidRDefault="000267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267E5" w:rsidRPr="0034260A" w:rsidRDefault="000267E5" w:rsidP="000D159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4260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6E35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e</w:t>
            </w:r>
            <w:r w:rsidR="000D159A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egzaminu)</w:t>
            </w:r>
          </w:p>
        </w:tc>
        <w:tc>
          <w:tcPr>
            <w:tcW w:w="4677" w:type="dxa"/>
          </w:tcPr>
          <w:p w:rsidR="00C61DC5" w:rsidRPr="009C54AE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E175C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9C54AE" w:rsidTr="00680CAB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680CAB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80CAB">
        <w:trPr>
          <w:trHeight w:val="397"/>
        </w:trPr>
        <w:tc>
          <w:tcPr>
            <w:tcW w:w="9639" w:type="dxa"/>
          </w:tcPr>
          <w:p w:rsidR="006E3512" w:rsidRDefault="0085747A" w:rsidP="00DB75FA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DB75FA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:rsidR="00DB75FA" w:rsidRPr="0034260A" w:rsidRDefault="00DB75FA" w:rsidP="00DB75FA">
            <w:pPr>
              <w:spacing w:after="0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34260A">
              <w:rPr>
                <w:rFonts w:ascii="Corbel" w:hAnsi="Corbel" w:cs="Corbel"/>
                <w:sz w:val="24"/>
                <w:szCs w:val="24"/>
                <w:lang w:eastAsia="ar-SA"/>
              </w:rPr>
              <w:t>Przewodnik po etyce, Warszawa 1998;</w:t>
            </w:r>
          </w:p>
          <w:p w:rsidR="0085747A" w:rsidRPr="00DB75FA" w:rsidRDefault="00DB75FA" w:rsidP="00DB75FA">
            <w:r w:rsidRPr="0034260A">
              <w:rPr>
                <w:rFonts w:ascii="Corbel" w:hAnsi="Corbel"/>
                <w:sz w:val="24"/>
                <w:szCs w:val="24"/>
              </w:rPr>
              <w:t>Szostek A. Pogadanki z etyki, Wyd. „Niedziela”, 2001,</w:t>
            </w:r>
          </w:p>
        </w:tc>
      </w:tr>
      <w:tr w:rsidR="0085747A" w:rsidRPr="009C54AE" w:rsidTr="00680CAB">
        <w:trPr>
          <w:trHeight w:val="397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D189A" w:rsidRDefault="001D189A" w:rsidP="00BE03A9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1D189A" w:rsidRDefault="001D189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06" w:rsidRDefault="005A5F06" w:rsidP="00C16ABF">
      <w:pPr>
        <w:spacing w:after="0" w:line="240" w:lineRule="auto"/>
      </w:pPr>
      <w:r>
        <w:separator/>
      </w:r>
    </w:p>
  </w:endnote>
  <w:endnote w:type="continuationSeparator" w:id="0">
    <w:p w:rsidR="005A5F06" w:rsidRDefault="005A5F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06" w:rsidRDefault="005A5F06" w:rsidP="00C16ABF">
      <w:pPr>
        <w:spacing w:after="0" w:line="240" w:lineRule="auto"/>
      </w:pPr>
      <w:r>
        <w:separator/>
      </w:r>
    </w:p>
  </w:footnote>
  <w:footnote w:type="continuationSeparator" w:id="0">
    <w:p w:rsidR="005A5F06" w:rsidRDefault="005A5F06" w:rsidP="00C16ABF">
      <w:pPr>
        <w:spacing w:after="0" w:line="240" w:lineRule="auto"/>
      </w:pPr>
      <w:r>
        <w:continuationSeparator/>
      </w:r>
    </w:p>
  </w:footnote>
  <w:footnote w:id="1">
    <w:p w:rsidR="00963DA3" w:rsidRDefault="00963DA3" w:rsidP="00963D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A7829C5"/>
    <w:multiLevelType w:val="hybridMultilevel"/>
    <w:tmpl w:val="05329FFE"/>
    <w:lvl w:ilvl="0" w:tplc="73AC2E7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7E5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59A"/>
    <w:rsid w:val="000F1C57"/>
    <w:rsid w:val="000F5615"/>
    <w:rsid w:val="00102C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A70D2"/>
    <w:rsid w:val="001D189A"/>
    <w:rsid w:val="001D657B"/>
    <w:rsid w:val="001D7B54"/>
    <w:rsid w:val="001E0209"/>
    <w:rsid w:val="001E70CE"/>
    <w:rsid w:val="001F2CA2"/>
    <w:rsid w:val="002144C0"/>
    <w:rsid w:val="0022477D"/>
    <w:rsid w:val="002278A9"/>
    <w:rsid w:val="002336F9"/>
    <w:rsid w:val="0024028F"/>
    <w:rsid w:val="00244ABC"/>
    <w:rsid w:val="00270E1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60A"/>
    <w:rsid w:val="00346FE9"/>
    <w:rsid w:val="0034759A"/>
    <w:rsid w:val="003503F6"/>
    <w:rsid w:val="003530DD"/>
    <w:rsid w:val="00363F78"/>
    <w:rsid w:val="003778F4"/>
    <w:rsid w:val="003946A6"/>
    <w:rsid w:val="003A0A5B"/>
    <w:rsid w:val="003A1176"/>
    <w:rsid w:val="003A1301"/>
    <w:rsid w:val="003C0BAE"/>
    <w:rsid w:val="003D18A9"/>
    <w:rsid w:val="003D6CE2"/>
    <w:rsid w:val="003E1941"/>
    <w:rsid w:val="003E2FE6"/>
    <w:rsid w:val="003E49D5"/>
    <w:rsid w:val="003F38C0"/>
    <w:rsid w:val="0041192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F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F35"/>
    <w:rsid w:val="0059484D"/>
    <w:rsid w:val="005A0855"/>
    <w:rsid w:val="005A3196"/>
    <w:rsid w:val="005A5F0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CAB"/>
    <w:rsid w:val="00684B80"/>
    <w:rsid w:val="00696477"/>
    <w:rsid w:val="006C2010"/>
    <w:rsid w:val="006D050F"/>
    <w:rsid w:val="006D6139"/>
    <w:rsid w:val="006E3512"/>
    <w:rsid w:val="006E472B"/>
    <w:rsid w:val="006E5D65"/>
    <w:rsid w:val="006F068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E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9A9"/>
    <w:rsid w:val="007C3299"/>
    <w:rsid w:val="007C3BCC"/>
    <w:rsid w:val="007C4546"/>
    <w:rsid w:val="007D6E56"/>
    <w:rsid w:val="007F1652"/>
    <w:rsid w:val="007F4155"/>
    <w:rsid w:val="008137E1"/>
    <w:rsid w:val="0081554D"/>
    <w:rsid w:val="0081707E"/>
    <w:rsid w:val="00825800"/>
    <w:rsid w:val="0083770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9AC"/>
    <w:rsid w:val="00923D7D"/>
    <w:rsid w:val="009508DF"/>
    <w:rsid w:val="00950DAC"/>
    <w:rsid w:val="00952754"/>
    <w:rsid w:val="009545EA"/>
    <w:rsid w:val="00954A07"/>
    <w:rsid w:val="00963DA3"/>
    <w:rsid w:val="00997F14"/>
    <w:rsid w:val="009A26A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D23"/>
    <w:rsid w:val="00A155EE"/>
    <w:rsid w:val="00A220D2"/>
    <w:rsid w:val="00A2245B"/>
    <w:rsid w:val="00A30110"/>
    <w:rsid w:val="00A36899"/>
    <w:rsid w:val="00A371F6"/>
    <w:rsid w:val="00A43BF6"/>
    <w:rsid w:val="00A52C59"/>
    <w:rsid w:val="00A533CA"/>
    <w:rsid w:val="00A53FA5"/>
    <w:rsid w:val="00A54817"/>
    <w:rsid w:val="00A601C8"/>
    <w:rsid w:val="00A60799"/>
    <w:rsid w:val="00A7732B"/>
    <w:rsid w:val="00A84C85"/>
    <w:rsid w:val="00A94777"/>
    <w:rsid w:val="00A97DE1"/>
    <w:rsid w:val="00AB053C"/>
    <w:rsid w:val="00AC18FE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4A6"/>
    <w:rsid w:val="00B12C34"/>
    <w:rsid w:val="00B135B1"/>
    <w:rsid w:val="00B3130B"/>
    <w:rsid w:val="00B40ADB"/>
    <w:rsid w:val="00B43B77"/>
    <w:rsid w:val="00B43E80"/>
    <w:rsid w:val="00B540AD"/>
    <w:rsid w:val="00B607DB"/>
    <w:rsid w:val="00B66529"/>
    <w:rsid w:val="00B75946"/>
    <w:rsid w:val="00B8056E"/>
    <w:rsid w:val="00B819C8"/>
    <w:rsid w:val="00B82308"/>
    <w:rsid w:val="00B90885"/>
    <w:rsid w:val="00BB520A"/>
    <w:rsid w:val="00BC77DD"/>
    <w:rsid w:val="00BD3869"/>
    <w:rsid w:val="00BD66E9"/>
    <w:rsid w:val="00BD6FF4"/>
    <w:rsid w:val="00BE03A9"/>
    <w:rsid w:val="00BF2C41"/>
    <w:rsid w:val="00C058B4"/>
    <w:rsid w:val="00C05F44"/>
    <w:rsid w:val="00C131B5"/>
    <w:rsid w:val="00C146B5"/>
    <w:rsid w:val="00C16ABF"/>
    <w:rsid w:val="00C170AE"/>
    <w:rsid w:val="00C26CB7"/>
    <w:rsid w:val="00C324C1"/>
    <w:rsid w:val="00C3308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088"/>
    <w:rsid w:val="00D17C3C"/>
    <w:rsid w:val="00D24592"/>
    <w:rsid w:val="00D26B2C"/>
    <w:rsid w:val="00D31F50"/>
    <w:rsid w:val="00D352C9"/>
    <w:rsid w:val="00D425B2"/>
    <w:rsid w:val="00D428D6"/>
    <w:rsid w:val="00D528D1"/>
    <w:rsid w:val="00D552B2"/>
    <w:rsid w:val="00D57E9B"/>
    <w:rsid w:val="00D608D1"/>
    <w:rsid w:val="00D74119"/>
    <w:rsid w:val="00D8075B"/>
    <w:rsid w:val="00D8678B"/>
    <w:rsid w:val="00DA2114"/>
    <w:rsid w:val="00DA4EBE"/>
    <w:rsid w:val="00DB75FA"/>
    <w:rsid w:val="00DE09C0"/>
    <w:rsid w:val="00DE175C"/>
    <w:rsid w:val="00DE4A14"/>
    <w:rsid w:val="00DF320D"/>
    <w:rsid w:val="00DF71C8"/>
    <w:rsid w:val="00E107F7"/>
    <w:rsid w:val="00E129B8"/>
    <w:rsid w:val="00E21E7D"/>
    <w:rsid w:val="00E22FBC"/>
    <w:rsid w:val="00E24BF5"/>
    <w:rsid w:val="00E25338"/>
    <w:rsid w:val="00E37417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8F"/>
    <w:rsid w:val="00F22279"/>
    <w:rsid w:val="00F27A7B"/>
    <w:rsid w:val="00F526AF"/>
    <w:rsid w:val="00F617C3"/>
    <w:rsid w:val="00F64644"/>
    <w:rsid w:val="00F7066B"/>
    <w:rsid w:val="00F83B28"/>
    <w:rsid w:val="00F9378E"/>
    <w:rsid w:val="00FA46E5"/>
    <w:rsid w:val="00FB4D0F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40BAE-2CDD-4B30-ACA9-C00D4CF1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12AC-62E8-4B2E-B42A-5C3D600B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2019-10-23T20:30:00Z</cp:lastPrinted>
  <dcterms:created xsi:type="dcterms:W3CDTF">2021-01-11T14:34:00Z</dcterms:created>
  <dcterms:modified xsi:type="dcterms:W3CDTF">2022-02-23T12:26:00Z</dcterms:modified>
</cp:coreProperties>
</file>